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1592" w:rsidRDefault="00411592" w:rsidP="00411592">
      <w:pPr>
        <w:spacing w:line="276" w:lineRule="auto"/>
      </w:pPr>
      <w:r>
        <w:t>Name: ______________________________</w:t>
      </w:r>
      <w:r>
        <w:tab/>
      </w:r>
      <w:r>
        <w:tab/>
        <w:t>Period: __________</w:t>
      </w:r>
      <w:r>
        <w:tab/>
      </w:r>
      <w:r>
        <w:tab/>
        <w:t>Date: _____________</w:t>
      </w:r>
    </w:p>
    <w:p w:rsidR="00411592" w:rsidRDefault="00411592" w:rsidP="00411592">
      <w:pPr>
        <w:spacing w:line="276" w:lineRule="auto"/>
      </w:pPr>
    </w:p>
    <w:p w:rsidR="00411592" w:rsidRPr="00411592" w:rsidRDefault="00080F7B" w:rsidP="00411592">
      <w:pPr>
        <w:spacing w:line="276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Chemical Reactions and Forensics Project</w:t>
      </w:r>
    </w:p>
    <w:p w:rsidR="00411592" w:rsidRDefault="00411592" w:rsidP="00411592">
      <w:pPr>
        <w:spacing w:line="276" w:lineRule="auto"/>
      </w:pPr>
    </w:p>
    <w:p w:rsidR="00080F7B" w:rsidRPr="00DE4155" w:rsidRDefault="00080F7B" w:rsidP="004D4A33">
      <w:pPr>
        <w:rPr>
          <w:b/>
          <w:u w:val="single"/>
        </w:rPr>
      </w:pPr>
      <w:r w:rsidRPr="00DE4155">
        <w:rPr>
          <w:b/>
          <w:u w:val="single"/>
        </w:rPr>
        <w:t xml:space="preserve">Task: Create a PowerPoint or Google Slides presentation that </w:t>
      </w:r>
      <w:r>
        <w:rPr>
          <w:b/>
          <w:u w:val="single"/>
        </w:rPr>
        <w:t>investigates the forensic applications of</w:t>
      </w:r>
      <w:r w:rsidRPr="00DE4155">
        <w:rPr>
          <w:b/>
          <w:u w:val="single"/>
        </w:rPr>
        <w:t xml:space="preserve"> one of the following </w:t>
      </w:r>
      <w:r>
        <w:rPr>
          <w:b/>
          <w:u w:val="single"/>
        </w:rPr>
        <w:t>reactions</w:t>
      </w:r>
      <w:r w:rsidRPr="00DE4155">
        <w:rPr>
          <w:b/>
          <w:u w:val="single"/>
        </w:rPr>
        <w:t>.</w:t>
      </w:r>
    </w:p>
    <w:p w:rsidR="00080F7B" w:rsidRDefault="00080F7B" w:rsidP="004D4A33">
      <w:pPr>
        <w:pStyle w:val="ListParagraph"/>
        <w:numPr>
          <w:ilvl w:val="0"/>
          <w:numId w:val="2"/>
        </w:numPr>
      </w:pPr>
      <w:r>
        <w:t>Marsh Test: used to detect the poison arsenic trioxide (As</w:t>
      </w:r>
      <w:r w:rsidRPr="00080F7B">
        <w:rPr>
          <w:vertAlign w:val="subscript"/>
        </w:rPr>
        <w:t>2</w:t>
      </w:r>
      <w:r>
        <w:t>O</w:t>
      </w:r>
      <w:r w:rsidRPr="00080F7B">
        <w:rPr>
          <w:vertAlign w:val="subscript"/>
        </w:rPr>
        <w:t>3</w:t>
      </w:r>
      <w:r>
        <w:t>), which was untraceable in the human body until the creation of this test</w:t>
      </w:r>
    </w:p>
    <w:p w:rsidR="00080F7B" w:rsidRDefault="00080F7B" w:rsidP="004D4A33">
      <w:pPr>
        <w:pStyle w:val="ListParagraph"/>
        <w:numPr>
          <w:ilvl w:val="0"/>
          <w:numId w:val="2"/>
        </w:numPr>
      </w:pPr>
      <w:r>
        <w:t>Iodine fuming: used to develop fingerprints on porous surfaces, especially paper</w:t>
      </w:r>
    </w:p>
    <w:p w:rsidR="00080F7B" w:rsidRDefault="00080F7B" w:rsidP="004D4A33">
      <w:pPr>
        <w:pStyle w:val="ListParagraph"/>
        <w:numPr>
          <w:ilvl w:val="0"/>
          <w:numId w:val="2"/>
        </w:numPr>
      </w:pPr>
      <w:r>
        <w:t>Developing fingerprints using silver nitrate</w:t>
      </w:r>
    </w:p>
    <w:p w:rsidR="00080F7B" w:rsidRDefault="00080F7B" w:rsidP="004D4A33">
      <w:pPr>
        <w:pStyle w:val="ListParagraph"/>
        <w:numPr>
          <w:ilvl w:val="0"/>
          <w:numId w:val="2"/>
        </w:numPr>
      </w:pPr>
      <w:r>
        <w:t xml:space="preserve">Luminol: </w:t>
      </w:r>
      <w:r w:rsidR="004D4A33">
        <w:t>detects</w:t>
      </w:r>
      <w:r>
        <w:t xml:space="preserve"> blood</w:t>
      </w:r>
    </w:p>
    <w:p w:rsidR="00080F7B" w:rsidRDefault="00080F7B" w:rsidP="004D4A33"/>
    <w:p w:rsidR="00080F7B" w:rsidRPr="00DE4155" w:rsidRDefault="00080F7B" w:rsidP="004D4A33">
      <w:pPr>
        <w:rPr>
          <w:b/>
          <w:u w:val="single"/>
        </w:rPr>
      </w:pPr>
      <w:r w:rsidRPr="00DE4155">
        <w:rPr>
          <w:b/>
          <w:u w:val="single"/>
        </w:rPr>
        <w:t>Requirements</w:t>
      </w:r>
    </w:p>
    <w:p w:rsidR="00080F7B" w:rsidRPr="00DE4155" w:rsidRDefault="00080F7B" w:rsidP="004D4A33">
      <w:pPr>
        <w:pStyle w:val="ListParagraph"/>
        <w:numPr>
          <w:ilvl w:val="0"/>
          <w:numId w:val="1"/>
        </w:numPr>
      </w:pPr>
      <w:r w:rsidRPr="00DE4155">
        <w:t>Complete the project with your assigned partner.</w:t>
      </w:r>
    </w:p>
    <w:p w:rsidR="00080F7B" w:rsidRPr="00DE4155" w:rsidRDefault="00080F7B" w:rsidP="004D4A33">
      <w:pPr>
        <w:pStyle w:val="ListParagraph"/>
        <w:numPr>
          <w:ilvl w:val="0"/>
          <w:numId w:val="1"/>
        </w:numPr>
      </w:pPr>
      <w:r>
        <w:t>~</w:t>
      </w:r>
      <w:r w:rsidRPr="00DE4155">
        <w:t>7-10 slides</w:t>
      </w:r>
    </w:p>
    <w:p w:rsidR="00080F7B" w:rsidRPr="00DE4155" w:rsidRDefault="00080F7B" w:rsidP="004D4A33">
      <w:pPr>
        <w:pStyle w:val="ListParagraph"/>
        <w:numPr>
          <w:ilvl w:val="1"/>
          <w:numId w:val="1"/>
        </w:numPr>
      </w:pPr>
      <w:r w:rsidRPr="00DE4155">
        <w:t>Title slide</w:t>
      </w:r>
    </w:p>
    <w:p w:rsidR="00080F7B" w:rsidRPr="00DE4155" w:rsidRDefault="00080F7B" w:rsidP="004D4A33">
      <w:pPr>
        <w:pStyle w:val="ListParagraph"/>
        <w:numPr>
          <w:ilvl w:val="1"/>
          <w:numId w:val="1"/>
        </w:numPr>
      </w:pPr>
      <w:r w:rsidRPr="00DE4155">
        <w:t>Slide outlining what you will discuss</w:t>
      </w:r>
    </w:p>
    <w:p w:rsidR="00080F7B" w:rsidRPr="00DE4155" w:rsidRDefault="00080F7B" w:rsidP="004D4A33">
      <w:pPr>
        <w:pStyle w:val="ListParagraph"/>
        <w:numPr>
          <w:ilvl w:val="1"/>
          <w:numId w:val="1"/>
        </w:numPr>
      </w:pPr>
      <w:r w:rsidRPr="00DE4155">
        <w:t>“Body” slides</w:t>
      </w:r>
    </w:p>
    <w:p w:rsidR="00080F7B" w:rsidRDefault="00080F7B" w:rsidP="004D4A33">
      <w:pPr>
        <w:pStyle w:val="ListParagraph"/>
        <w:numPr>
          <w:ilvl w:val="2"/>
          <w:numId w:val="1"/>
        </w:numPr>
      </w:pPr>
      <w:r>
        <w:t>History of the technique</w:t>
      </w:r>
    </w:p>
    <w:p w:rsidR="00080F7B" w:rsidRDefault="00080F7B" w:rsidP="004D4A33">
      <w:pPr>
        <w:pStyle w:val="ListParagraph"/>
        <w:numPr>
          <w:ilvl w:val="2"/>
          <w:numId w:val="1"/>
        </w:numPr>
      </w:pPr>
      <w:r>
        <w:t>How it works</w:t>
      </w:r>
    </w:p>
    <w:p w:rsidR="00080F7B" w:rsidRDefault="00080F7B" w:rsidP="004D4A33">
      <w:pPr>
        <w:pStyle w:val="ListParagraph"/>
        <w:numPr>
          <w:ilvl w:val="2"/>
          <w:numId w:val="1"/>
        </w:numPr>
      </w:pPr>
      <w:r>
        <w:t>Chemistry behind the technique (must include vocabulary words that we have learned this year)</w:t>
      </w:r>
    </w:p>
    <w:p w:rsidR="00080F7B" w:rsidRDefault="00080F7B" w:rsidP="004D4A33">
      <w:pPr>
        <w:pStyle w:val="ListParagraph"/>
        <w:numPr>
          <w:ilvl w:val="2"/>
          <w:numId w:val="1"/>
        </w:numPr>
      </w:pPr>
      <w:r>
        <w:t>Brief summary of other techniques that accomplish the same purpose (include advantages and disadvantages)</w:t>
      </w:r>
    </w:p>
    <w:p w:rsidR="00080F7B" w:rsidRDefault="00080F7B" w:rsidP="004D4A33">
      <w:pPr>
        <w:pStyle w:val="ListParagraph"/>
        <w:numPr>
          <w:ilvl w:val="2"/>
          <w:numId w:val="1"/>
        </w:numPr>
      </w:pPr>
      <w:r>
        <w:t>At LEAST one crime that was solved using this forensic technique</w:t>
      </w:r>
    </w:p>
    <w:p w:rsidR="00080F7B" w:rsidRDefault="00080F7B" w:rsidP="004D4A33">
      <w:pPr>
        <w:pStyle w:val="ListParagraph"/>
        <w:numPr>
          <w:ilvl w:val="1"/>
          <w:numId w:val="1"/>
        </w:numPr>
      </w:pPr>
      <w:r w:rsidRPr="00DE4155">
        <w:t>Works cited with at least 4 reputable sources (MLA citations)</w:t>
      </w:r>
    </w:p>
    <w:p w:rsidR="004D4A33" w:rsidRDefault="004D4A33" w:rsidP="004D4A33"/>
    <w:p w:rsidR="004D4A33" w:rsidRPr="004D4A33" w:rsidRDefault="004D4A33" w:rsidP="004D4A33">
      <w:pPr>
        <w:rPr>
          <w:b/>
          <w:u w:val="single"/>
        </w:rPr>
      </w:pPr>
      <w:r w:rsidRPr="004D4A33">
        <w:rPr>
          <w:b/>
          <w:u w:val="single"/>
        </w:rPr>
        <w:t>Slides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5"/>
        <w:gridCol w:w="1883"/>
        <w:gridCol w:w="2357"/>
        <w:gridCol w:w="2127"/>
        <w:gridCol w:w="2898"/>
      </w:tblGrid>
      <w:tr w:rsidR="004D4A33" w:rsidRPr="004D4A33" w:rsidTr="004D4A33">
        <w:tc>
          <w:tcPr>
            <w:tcW w:w="805" w:type="dxa"/>
            <w:shd w:val="clear" w:color="auto" w:fill="BFBFBF" w:themeFill="background1" w:themeFillShade="BF"/>
          </w:tcPr>
          <w:p w:rsidR="004D4A33" w:rsidRPr="004D4A33" w:rsidRDefault="004D4A33" w:rsidP="004D4A33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BFBFBF" w:themeFill="background1" w:themeFillShade="BF"/>
          </w:tcPr>
          <w:p w:rsidR="004D4A33" w:rsidRPr="004D4A33" w:rsidRDefault="004D4A33" w:rsidP="004D4A33">
            <w:pPr>
              <w:rPr>
                <w:b/>
                <w:sz w:val="20"/>
                <w:szCs w:val="20"/>
              </w:rPr>
            </w:pPr>
            <w:r w:rsidRPr="004D4A3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:rsidR="004D4A33" w:rsidRPr="004D4A33" w:rsidRDefault="004D4A33" w:rsidP="004D4A33">
            <w:pPr>
              <w:rPr>
                <w:b/>
                <w:sz w:val="20"/>
                <w:szCs w:val="20"/>
              </w:rPr>
            </w:pPr>
            <w:r w:rsidRPr="004D4A3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:rsidR="004D4A33" w:rsidRPr="004D4A33" w:rsidRDefault="004D4A33" w:rsidP="004D4A33">
            <w:pPr>
              <w:rPr>
                <w:b/>
                <w:sz w:val="20"/>
                <w:szCs w:val="20"/>
              </w:rPr>
            </w:pPr>
            <w:r w:rsidRPr="004D4A3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:rsidR="004D4A33" w:rsidRPr="004D4A33" w:rsidRDefault="004D4A33" w:rsidP="004D4A33">
            <w:pPr>
              <w:rPr>
                <w:b/>
                <w:sz w:val="20"/>
                <w:szCs w:val="20"/>
              </w:rPr>
            </w:pPr>
            <w:r w:rsidRPr="004D4A33">
              <w:rPr>
                <w:b/>
                <w:sz w:val="20"/>
                <w:szCs w:val="20"/>
              </w:rPr>
              <w:t>1</w:t>
            </w:r>
          </w:p>
        </w:tc>
      </w:tr>
      <w:tr w:rsidR="004D4A33" w:rsidRPr="004D4A33" w:rsidTr="004D4A33">
        <w:trPr>
          <w:cantSplit/>
          <w:trHeight w:val="1134"/>
        </w:trPr>
        <w:tc>
          <w:tcPr>
            <w:tcW w:w="805" w:type="dxa"/>
            <w:textDirection w:val="btLr"/>
          </w:tcPr>
          <w:p w:rsidR="004D4A33" w:rsidRPr="004D4A33" w:rsidRDefault="004D4A33" w:rsidP="004D4A33">
            <w:pPr>
              <w:ind w:left="113" w:right="113"/>
              <w:rPr>
                <w:i/>
                <w:sz w:val="20"/>
                <w:szCs w:val="20"/>
              </w:rPr>
            </w:pPr>
            <w:r w:rsidRPr="004D4A33">
              <w:rPr>
                <w:i/>
                <w:sz w:val="20"/>
                <w:szCs w:val="20"/>
              </w:rPr>
              <w:t>Content (worth 3x as much)</w:t>
            </w:r>
          </w:p>
        </w:tc>
        <w:tc>
          <w:tcPr>
            <w:tcW w:w="1883" w:type="dxa"/>
          </w:tcPr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Clear and concise</w:t>
            </w:r>
          </w:p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Logical progression of ideas</w:t>
            </w:r>
          </w:p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Accurate and complete</w:t>
            </w:r>
          </w:p>
        </w:tc>
        <w:tc>
          <w:tcPr>
            <w:tcW w:w="0" w:type="auto"/>
          </w:tcPr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Logical progression of ideas</w:t>
            </w:r>
          </w:p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Unnecessary length/detail</w:t>
            </w:r>
          </w:p>
        </w:tc>
        <w:tc>
          <w:tcPr>
            <w:tcW w:w="0" w:type="auto"/>
          </w:tcPr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Vague in conveying point</w:t>
            </w:r>
          </w:p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Information shows some understanding of topic</w:t>
            </w:r>
          </w:p>
        </w:tc>
        <w:tc>
          <w:tcPr>
            <w:tcW w:w="0" w:type="auto"/>
          </w:tcPr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Lacks a clear point</w:t>
            </w:r>
          </w:p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No logical sequence of information</w:t>
            </w:r>
          </w:p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Limited understanding of topic</w:t>
            </w:r>
          </w:p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Not all accurate</w:t>
            </w:r>
          </w:p>
        </w:tc>
      </w:tr>
      <w:tr w:rsidR="004D4A33" w:rsidRPr="004D4A33" w:rsidTr="004D4A33">
        <w:trPr>
          <w:cantSplit/>
          <w:trHeight w:val="1134"/>
        </w:trPr>
        <w:tc>
          <w:tcPr>
            <w:tcW w:w="805" w:type="dxa"/>
            <w:textDirection w:val="btLr"/>
          </w:tcPr>
          <w:p w:rsidR="004D4A33" w:rsidRPr="004D4A33" w:rsidRDefault="004D4A33" w:rsidP="004D4A33">
            <w:pPr>
              <w:ind w:left="113" w:right="113"/>
              <w:rPr>
                <w:i/>
                <w:sz w:val="20"/>
                <w:szCs w:val="20"/>
              </w:rPr>
            </w:pPr>
            <w:r w:rsidRPr="004D4A33">
              <w:rPr>
                <w:i/>
                <w:sz w:val="20"/>
                <w:szCs w:val="20"/>
              </w:rPr>
              <w:t>Text Elements</w:t>
            </w:r>
          </w:p>
        </w:tc>
        <w:tc>
          <w:tcPr>
            <w:tcW w:w="1883" w:type="dxa"/>
          </w:tcPr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Easy to read</w:t>
            </w:r>
          </w:p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Point size varies appropriately for headings and text</w:t>
            </w:r>
          </w:p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Not too much text per slide</w:t>
            </w:r>
          </w:p>
        </w:tc>
        <w:tc>
          <w:tcPr>
            <w:tcW w:w="0" w:type="auto"/>
          </w:tcPr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Font is sometimes difficult or distracting to read</w:t>
            </w:r>
          </w:p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Some slides contain too much text</w:t>
            </w:r>
          </w:p>
        </w:tc>
        <w:tc>
          <w:tcPr>
            <w:tcW w:w="0" w:type="auto"/>
          </w:tcPr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Font is often difficult to read</w:t>
            </w:r>
          </w:p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Many slides contain too much text</w:t>
            </w:r>
          </w:p>
        </w:tc>
        <w:tc>
          <w:tcPr>
            <w:tcW w:w="0" w:type="auto"/>
          </w:tcPr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Text is extremely difficult to read</w:t>
            </w:r>
          </w:p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Inappropriate use of color contrast, bold, etc.</w:t>
            </w:r>
          </w:p>
        </w:tc>
      </w:tr>
      <w:tr w:rsidR="004D4A33" w:rsidRPr="004D4A33" w:rsidTr="004D4A33">
        <w:trPr>
          <w:cantSplit/>
          <w:trHeight w:val="1907"/>
        </w:trPr>
        <w:tc>
          <w:tcPr>
            <w:tcW w:w="805" w:type="dxa"/>
            <w:textDirection w:val="btLr"/>
          </w:tcPr>
          <w:p w:rsidR="004D4A33" w:rsidRPr="004D4A33" w:rsidRDefault="004D4A33" w:rsidP="004D4A33">
            <w:pPr>
              <w:ind w:left="113" w:right="113"/>
              <w:rPr>
                <w:i/>
                <w:sz w:val="20"/>
                <w:szCs w:val="20"/>
              </w:rPr>
            </w:pPr>
            <w:r w:rsidRPr="004D4A33">
              <w:rPr>
                <w:i/>
                <w:sz w:val="20"/>
                <w:szCs w:val="20"/>
              </w:rPr>
              <w:t>Appearance/Layout</w:t>
            </w:r>
          </w:p>
        </w:tc>
        <w:tc>
          <w:tcPr>
            <w:tcW w:w="1883" w:type="dxa"/>
          </w:tcPr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Layout is visually appealing and supports overall message</w:t>
            </w:r>
          </w:p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Appropriate use of background and/or theme</w:t>
            </w:r>
          </w:p>
        </w:tc>
        <w:tc>
          <w:tcPr>
            <w:tcW w:w="0" w:type="auto"/>
          </w:tcPr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Layout is pleasant</w:t>
            </w:r>
          </w:p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Background is appropriate</w:t>
            </w:r>
          </w:p>
        </w:tc>
        <w:tc>
          <w:tcPr>
            <w:tcW w:w="0" w:type="auto"/>
          </w:tcPr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Layout appears cluttered or busy</w:t>
            </w:r>
          </w:p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Background is distracting</w:t>
            </w:r>
          </w:p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Large gaps of space</w:t>
            </w:r>
          </w:p>
        </w:tc>
        <w:tc>
          <w:tcPr>
            <w:tcW w:w="0" w:type="auto"/>
          </w:tcPr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Layout is clustered or confusing</w:t>
            </w:r>
          </w:p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No headings</w:t>
            </w:r>
          </w:p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Background is very distracting</w:t>
            </w:r>
          </w:p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Large gaps of space</w:t>
            </w:r>
          </w:p>
        </w:tc>
      </w:tr>
      <w:tr w:rsidR="004D4A33" w:rsidRPr="004D4A33" w:rsidTr="004D4A33">
        <w:trPr>
          <w:cantSplit/>
          <w:trHeight w:val="1134"/>
        </w:trPr>
        <w:tc>
          <w:tcPr>
            <w:tcW w:w="805" w:type="dxa"/>
            <w:textDirection w:val="btLr"/>
          </w:tcPr>
          <w:p w:rsidR="004D4A33" w:rsidRPr="004D4A33" w:rsidRDefault="004D4A33" w:rsidP="004D4A33">
            <w:pPr>
              <w:ind w:left="113" w:right="113"/>
              <w:rPr>
                <w:i/>
                <w:sz w:val="20"/>
                <w:szCs w:val="20"/>
              </w:rPr>
            </w:pPr>
            <w:r w:rsidRPr="004D4A33">
              <w:rPr>
                <w:i/>
                <w:sz w:val="20"/>
                <w:szCs w:val="20"/>
              </w:rPr>
              <w:lastRenderedPageBreak/>
              <w:t>Images</w:t>
            </w:r>
          </w:p>
        </w:tc>
        <w:tc>
          <w:tcPr>
            <w:tcW w:w="1883" w:type="dxa"/>
          </w:tcPr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Variety of images, charts, and/or diagrams</w:t>
            </w:r>
          </w:p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Images add to presentation</w:t>
            </w:r>
          </w:p>
        </w:tc>
        <w:tc>
          <w:tcPr>
            <w:tcW w:w="0" w:type="auto"/>
          </w:tcPr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Most images add to presentation</w:t>
            </w:r>
          </w:p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Some variety in types of images included</w:t>
            </w:r>
          </w:p>
        </w:tc>
        <w:tc>
          <w:tcPr>
            <w:tcW w:w="0" w:type="auto"/>
          </w:tcPr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Very few images</w:t>
            </w:r>
          </w:p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Images are inappropriate</w:t>
            </w:r>
          </w:p>
        </w:tc>
        <w:tc>
          <w:tcPr>
            <w:tcW w:w="0" w:type="auto"/>
          </w:tcPr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No images</w:t>
            </w:r>
          </w:p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Inappropriate images</w:t>
            </w:r>
          </w:p>
        </w:tc>
      </w:tr>
      <w:tr w:rsidR="004D4A33" w:rsidRPr="004D4A33" w:rsidTr="004D4A33">
        <w:trPr>
          <w:cantSplit/>
          <w:trHeight w:val="1134"/>
        </w:trPr>
        <w:tc>
          <w:tcPr>
            <w:tcW w:w="805" w:type="dxa"/>
            <w:textDirection w:val="btLr"/>
          </w:tcPr>
          <w:p w:rsidR="004D4A33" w:rsidRPr="004D4A33" w:rsidRDefault="004D4A33" w:rsidP="004D4A33">
            <w:pPr>
              <w:ind w:left="113" w:right="113"/>
              <w:rPr>
                <w:i/>
                <w:sz w:val="20"/>
                <w:szCs w:val="20"/>
              </w:rPr>
            </w:pPr>
            <w:r w:rsidRPr="004D4A33">
              <w:rPr>
                <w:i/>
                <w:sz w:val="20"/>
                <w:szCs w:val="20"/>
              </w:rPr>
              <w:t>Writing Mechanics</w:t>
            </w:r>
          </w:p>
        </w:tc>
        <w:tc>
          <w:tcPr>
            <w:tcW w:w="1883" w:type="dxa"/>
          </w:tcPr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No spelling, punctuation, or grammatical errors</w:t>
            </w:r>
          </w:p>
        </w:tc>
        <w:tc>
          <w:tcPr>
            <w:tcW w:w="0" w:type="auto"/>
          </w:tcPr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Little or no editing required for spelling/grammar</w:t>
            </w:r>
          </w:p>
        </w:tc>
        <w:tc>
          <w:tcPr>
            <w:tcW w:w="0" w:type="auto"/>
          </w:tcPr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Some errors</w:t>
            </w:r>
          </w:p>
        </w:tc>
        <w:tc>
          <w:tcPr>
            <w:tcW w:w="0" w:type="auto"/>
          </w:tcPr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More than 5 errors</w:t>
            </w:r>
          </w:p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Spelling, punctuation, capitalization, usage, and grammar errors are repetitive and/or distracting</w:t>
            </w:r>
          </w:p>
        </w:tc>
      </w:tr>
      <w:tr w:rsidR="004D4A33" w:rsidRPr="004D4A33" w:rsidTr="004D4A33">
        <w:trPr>
          <w:cantSplit/>
          <w:trHeight w:val="1134"/>
        </w:trPr>
        <w:tc>
          <w:tcPr>
            <w:tcW w:w="805" w:type="dxa"/>
            <w:textDirection w:val="btLr"/>
          </w:tcPr>
          <w:p w:rsidR="004D4A33" w:rsidRPr="004D4A33" w:rsidRDefault="004D4A33" w:rsidP="004D4A33">
            <w:pPr>
              <w:ind w:left="113" w:right="113"/>
              <w:rPr>
                <w:i/>
                <w:sz w:val="20"/>
                <w:szCs w:val="20"/>
              </w:rPr>
            </w:pPr>
            <w:r w:rsidRPr="004D4A33">
              <w:rPr>
                <w:i/>
                <w:sz w:val="20"/>
                <w:szCs w:val="20"/>
              </w:rPr>
              <w:t>Sources</w:t>
            </w:r>
          </w:p>
        </w:tc>
        <w:tc>
          <w:tcPr>
            <w:tcW w:w="1883" w:type="dxa"/>
          </w:tcPr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Correct number of sources</w:t>
            </w:r>
          </w:p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MLA citations</w:t>
            </w:r>
          </w:p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Reputable</w:t>
            </w:r>
          </w:p>
        </w:tc>
        <w:tc>
          <w:tcPr>
            <w:tcW w:w="0" w:type="auto"/>
          </w:tcPr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Correct number of sources</w:t>
            </w:r>
          </w:p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MLA citations with 1-2 errors</w:t>
            </w:r>
          </w:p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Reputable</w:t>
            </w:r>
          </w:p>
        </w:tc>
        <w:tc>
          <w:tcPr>
            <w:tcW w:w="0" w:type="auto"/>
          </w:tcPr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Missing one source</w:t>
            </w:r>
          </w:p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Most sources are reputable</w:t>
            </w:r>
          </w:p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3 MLA errors</w:t>
            </w:r>
          </w:p>
        </w:tc>
        <w:tc>
          <w:tcPr>
            <w:tcW w:w="0" w:type="auto"/>
          </w:tcPr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Missing more than one source</w:t>
            </w:r>
          </w:p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Unreliable source</w:t>
            </w:r>
          </w:p>
          <w:p w:rsidR="004D4A33" w:rsidRPr="004D4A33" w:rsidRDefault="004D4A33" w:rsidP="004D4A33">
            <w:pPr>
              <w:pStyle w:val="ListParagraph"/>
              <w:numPr>
                <w:ilvl w:val="0"/>
                <w:numId w:val="4"/>
              </w:numPr>
              <w:ind w:left="178" w:hanging="180"/>
              <w:rPr>
                <w:sz w:val="20"/>
                <w:szCs w:val="20"/>
              </w:rPr>
            </w:pPr>
            <w:r w:rsidRPr="004D4A33">
              <w:rPr>
                <w:sz w:val="20"/>
                <w:szCs w:val="20"/>
              </w:rPr>
              <w:t>Incorrect MLA citation</w:t>
            </w:r>
          </w:p>
        </w:tc>
      </w:tr>
    </w:tbl>
    <w:p w:rsidR="004D4A33" w:rsidRDefault="004D4A33" w:rsidP="004D4A33">
      <w:pPr>
        <w:spacing w:line="360" w:lineRule="auto"/>
      </w:pPr>
    </w:p>
    <w:p w:rsidR="004D4A33" w:rsidRPr="004D4A33" w:rsidRDefault="004D4A33" w:rsidP="004D4A33">
      <w:pPr>
        <w:rPr>
          <w:u w:val="single"/>
        </w:rPr>
      </w:pPr>
      <w:bookmarkStart w:id="0" w:name="_GoBack"/>
      <w:r w:rsidRPr="004D4A33">
        <w:rPr>
          <w:u w:val="single"/>
        </w:rPr>
        <w:t>Presentation Rubric:</w:t>
      </w:r>
    </w:p>
    <w:bookmarkEnd w:id="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3"/>
        <w:gridCol w:w="2554"/>
        <w:gridCol w:w="2375"/>
        <w:gridCol w:w="2434"/>
        <w:gridCol w:w="2234"/>
      </w:tblGrid>
      <w:tr w:rsidR="004D4A33" w:rsidRPr="004D4A33" w:rsidTr="004D4A33">
        <w:tc>
          <w:tcPr>
            <w:tcW w:w="0" w:type="auto"/>
          </w:tcPr>
          <w:p w:rsidR="004D4A33" w:rsidRPr="004D4A33" w:rsidRDefault="004D4A33" w:rsidP="004D4A3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D4A33" w:rsidRPr="004D4A33" w:rsidRDefault="004D4A33" w:rsidP="004D4A33">
            <w:pPr>
              <w:rPr>
                <w:b/>
                <w:sz w:val="20"/>
                <w:szCs w:val="20"/>
              </w:rPr>
            </w:pPr>
            <w:r w:rsidRPr="004D4A33">
              <w:rPr>
                <w:b/>
                <w:sz w:val="20"/>
                <w:szCs w:val="20"/>
              </w:rPr>
              <w:t>10 points</w:t>
            </w:r>
          </w:p>
        </w:tc>
        <w:tc>
          <w:tcPr>
            <w:tcW w:w="0" w:type="auto"/>
          </w:tcPr>
          <w:p w:rsidR="004D4A33" w:rsidRPr="004D4A33" w:rsidRDefault="004D4A33" w:rsidP="004D4A33">
            <w:pPr>
              <w:rPr>
                <w:b/>
                <w:sz w:val="20"/>
                <w:szCs w:val="20"/>
              </w:rPr>
            </w:pPr>
            <w:r w:rsidRPr="004D4A33">
              <w:rPr>
                <w:b/>
                <w:sz w:val="20"/>
                <w:szCs w:val="20"/>
              </w:rPr>
              <w:t>8 points</w:t>
            </w:r>
          </w:p>
        </w:tc>
        <w:tc>
          <w:tcPr>
            <w:tcW w:w="0" w:type="auto"/>
          </w:tcPr>
          <w:p w:rsidR="004D4A33" w:rsidRPr="004D4A33" w:rsidRDefault="004D4A33" w:rsidP="004D4A33">
            <w:pPr>
              <w:rPr>
                <w:b/>
                <w:sz w:val="20"/>
                <w:szCs w:val="20"/>
              </w:rPr>
            </w:pPr>
            <w:r w:rsidRPr="004D4A33">
              <w:rPr>
                <w:b/>
                <w:sz w:val="20"/>
                <w:szCs w:val="20"/>
              </w:rPr>
              <w:t>6 points</w:t>
            </w:r>
          </w:p>
        </w:tc>
        <w:tc>
          <w:tcPr>
            <w:tcW w:w="0" w:type="auto"/>
          </w:tcPr>
          <w:p w:rsidR="004D4A33" w:rsidRPr="004D4A33" w:rsidRDefault="004D4A33" w:rsidP="004D4A33">
            <w:pPr>
              <w:rPr>
                <w:b/>
                <w:sz w:val="20"/>
                <w:szCs w:val="20"/>
              </w:rPr>
            </w:pPr>
            <w:r w:rsidRPr="004D4A33">
              <w:rPr>
                <w:b/>
                <w:sz w:val="20"/>
                <w:szCs w:val="20"/>
              </w:rPr>
              <w:t>4 points</w:t>
            </w:r>
          </w:p>
        </w:tc>
      </w:tr>
      <w:tr w:rsidR="004D4A33" w:rsidRPr="004D4A33" w:rsidTr="004D4A33">
        <w:trPr>
          <w:cantSplit/>
          <w:trHeight w:val="1134"/>
        </w:trPr>
        <w:tc>
          <w:tcPr>
            <w:tcW w:w="0" w:type="auto"/>
            <w:textDirection w:val="btLr"/>
          </w:tcPr>
          <w:p w:rsidR="004D4A33" w:rsidRPr="004D4A33" w:rsidRDefault="004D4A33" w:rsidP="004D4A33">
            <w:pPr>
              <w:ind w:left="113" w:right="113"/>
              <w:rPr>
                <w:i/>
                <w:sz w:val="20"/>
                <w:szCs w:val="20"/>
              </w:rPr>
            </w:pPr>
            <w:r w:rsidRPr="004D4A33">
              <w:rPr>
                <w:i/>
                <w:sz w:val="20"/>
                <w:szCs w:val="20"/>
              </w:rPr>
              <w:t>Delivery</w:t>
            </w:r>
          </w:p>
        </w:tc>
        <w:tc>
          <w:tcPr>
            <w:tcW w:w="0" w:type="auto"/>
          </w:tcPr>
          <w:p w:rsidR="004D4A33" w:rsidRPr="004D4A33" w:rsidRDefault="004D4A33" w:rsidP="004D4A33">
            <w:pPr>
              <w:pStyle w:val="ListParagraph"/>
              <w:numPr>
                <w:ilvl w:val="0"/>
                <w:numId w:val="3"/>
              </w:numPr>
              <w:ind w:left="273" w:hanging="177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D4A33">
              <w:rPr>
                <w:rFonts w:ascii="Calibri" w:eastAsia="Times New Roman" w:hAnsi="Calibri" w:cs="Times New Roman"/>
                <w:sz w:val="20"/>
                <w:szCs w:val="20"/>
              </w:rPr>
              <w:t>Holds attention of entire audience with the use of direct eye contact, seldom looking at notes</w:t>
            </w:r>
          </w:p>
          <w:p w:rsidR="004D4A33" w:rsidRPr="004D4A33" w:rsidRDefault="004D4A33" w:rsidP="004D4A33">
            <w:pPr>
              <w:pStyle w:val="ListParagraph"/>
              <w:numPr>
                <w:ilvl w:val="0"/>
                <w:numId w:val="3"/>
              </w:numPr>
              <w:ind w:left="273" w:hanging="177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D4A33">
              <w:rPr>
                <w:rFonts w:ascii="Calibri" w:eastAsia="Times New Roman" w:hAnsi="Calibri" w:cs="Times New Roman"/>
                <w:sz w:val="20"/>
                <w:szCs w:val="20"/>
              </w:rPr>
              <w:t>Speaks with fluctuation in volume and inflection to maintain audience interest and emphasize key points</w:t>
            </w:r>
          </w:p>
          <w:p w:rsidR="004D4A33" w:rsidRPr="004D4A33" w:rsidRDefault="004D4A33" w:rsidP="004D4A33">
            <w:pPr>
              <w:ind w:left="273" w:hanging="177"/>
              <w:rPr>
                <w:rFonts w:ascii="Calibri" w:hAnsi="Calibri"/>
                <w:sz w:val="20"/>
                <w:szCs w:val="20"/>
              </w:rPr>
            </w:pPr>
          </w:p>
          <w:p w:rsidR="004D4A33" w:rsidRPr="004D4A33" w:rsidRDefault="004D4A33" w:rsidP="004D4A33">
            <w:pPr>
              <w:ind w:left="273" w:hanging="177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</w:tcPr>
          <w:p w:rsidR="004D4A33" w:rsidRPr="004D4A33" w:rsidRDefault="004D4A33" w:rsidP="004D4A33">
            <w:pPr>
              <w:pStyle w:val="ListParagraph"/>
              <w:numPr>
                <w:ilvl w:val="0"/>
                <w:numId w:val="3"/>
              </w:numPr>
              <w:ind w:left="273" w:hanging="177"/>
              <w:rPr>
                <w:rFonts w:ascii="Calibri" w:hAnsi="Calibri"/>
                <w:sz w:val="20"/>
                <w:szCs w:val="20"/>
              </w:rPr>
            </w:pPr>
            <w:r w:rsidRPr="004D4A33">
              <w:rPr>
                <w:rFonts w:ascii="Calibri" w:eastAsia="Times New Roman" w:hAnsi="Calibri" w:cs="Times New Roman"/>
                <w:sz w:val="20"/>
                <w:szCs w:val="20"/>
              </w:rPr>
              <w:t>Consistent use of direct eye contact with audience, but still returns to notes</w:t>
            </w:r>
          </w:p>
          <w:p w:rsidR="004D4A33" w:rsidRPr="004D4A33" w:rsidRDefault="004D4A33" w:rsidP="004D4A33">
            <w:pPr>
              <w:pStyle w:val="ListParagraph"/>
              <w:numPr>
                <w:ilvl w:val="0"/>
                <w:numId w:val="3"/>
              </w:numPr>
              <w:ind w:left="273" w:hanging="177"/>
              <w:rPr>
                <w:rFonts w:ascii="Calibri" w:hAnsi="Calibri"/>
                <w:sz w:val="20"/>
                <w:szCs w:val="20"/>
              </w:rPr>
            </w:pPr>
            <w:r w:rsidRPr="004D4A33">
              <w:rPr>
                <w:rFonts w:ascii="Calibri" w:eastAsia="Times New Roman" w:hAnsi="Calibri" w:cs="Times New Roman"/>
                <w:sz w:val="20"/>
                <w:szCs w:val="20"/>
              </w:rPr>
              <w:t>Speaks with satisfactory variation of volume and inflection</w:t>
            </w:r>
          </w:p>
        </w:tc>
        <w:tc>
          <w:tcPr>
            <w:tcW w:w="0" w:type="auto"/>
          </w:tcPr>
          <w:p w:rsidR="004D4A33" w:rsidRPr="004D4A33" w:rsidRDefault="004D4A33" w:rsidP="004D4A33">
            <w:pPr>
              <w:pStyle w:val="ListParagraph"/>
              <w:numPr>
                <w:ilvl w:val="0"/>
                <w:numId w:val="3"/>
              </w:numPr>
              <w:ind w:left="273" w:hanging="177"/>
              <w:rPr>
                <w:rFonts w:ascii="Calibri" w:hAnsi="Calibri"/>
                <w:sz w:val="20"/>
                <w:szCs w:val="20"/>
              </w:rPr>
            </w:pPr>
            <w:r w:rsidRPr="004D4A33">
              <w:rPr>
                <w:rFonts w:ascii="Calibri" w:eastAsia="Times New Roman" w:hAnsi="Calibri" w:cs="Times New Roman"/>
                <w:sz w:val="20"/>
                <w:szCs w:val="20"/>
              </w:rPr>
              <w:t xml:space="preserve">Displays minimal eye contact with audience, while reading mostly from the notes </w:t>
            </w:r>
          </w:p>
          <w:p w:rsidR="004D4A33" w:rsidRPr="004D4A33" w:rsidRDefault="004D4A33" w:rsidP="004D4A33">
            <w:pPr>
              <w:pStyle w:val="ListParagraph"/>
              <w:numPr>
                <w:ilvl w:val="0"/>
                <w:numId w:val="3"/>
              </w:numPr>
              <w:ind w:left="273" w:hanging="177"/>
              <w:rPr>
                <w:rFonts w:ascii="Calibri" w:hAnsi="Calibri"/>
                <w:sz w:val="20"/>
                <w:szCs w:val="20"/>
              </w:rPr>
            </w:pPr>
            <w:r w:rsidRPr="004D4A33">
              <w:rPr>
                <w:rFonts w:ascii="Calibri" w:eastAsia="Times New Roman" w:hAnsi="Calibri" w:cs="Times New Roman"/>
                <w:sz w:val="20"/>
                <w:szCs w:val="20"/>
              </w:rPr>
              <w:t>Speaks in uneven volume with little or no inflection</w:t>
            </w:r>
          </w:p>
        </w:tc>
        <w:tc>
          <w:tcPr>
            <w:tcW w:w="0" w:type="auto"/>
          </w:tcPr>
          <w:p w:rsidR="004D4A33" w:rsidRPr="004D4A33" w:rsidRDefault="004D4A33" w:rsidP="004D4A33">
            <w:pPr>
              <w:pStyle w:val="ListParagraph"/>
              <w:numPr>
                <w:ilvl w:val="1"/>
                <w:numId w:val="3"/>
              </w:numPr>
              <w:ind w:left="273" w:hanging="177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D4A33">
              <w:rPr>
                <w:rFonts w:ascii="Calibri" w:eastAsia="Times New Roman" w:hAnsi="Calibri" w:cs="Times New Roman"/>
                <w:sz w:val="20"/>
                <w:szCs w:val="20"/>
              </w:rPr>
              <w:t>Holds no eye contact with audience, as entire report is read from notes</w:t>
            </w:r>
          </w:p>
          <w:p w:rsidR="004D4A33" w:rsidRPr="004D4A33" w:rsidRDefault="004D4A33" w:rsidP="004D4A33">
            <w:pPr>
              <w:pStyle w:val="ListParagraph"/>
              <w:numPr>
                <w:ilvl w:val="1"/>
                <w:numId w:val="3"/>
              </w:numPr>
              <w:ind w:left="273" w:hanging="177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D4A33">
              <w:rPr>
                <w:rFonts w:ascii="Calibri" w:eastAsia="Times New Roman" w:hAnsi="Calibri" w:cs="Times New Roman"/>
                <w:sz w:val="20"/>
                <w:szCs w:val="20"/>
              </w:rPr>
              <w:t>Speaks in low volume and/ or monotonous tone, which causes audience to disengage</w:t>
            </w:r>
          </w:p>
          <w:p w:rsidR="004D4A33" w:rsidRPr="004D4A33" w:rsidRDefault="004D4A33" w:rsidP="004D4A33">
            <w:pPr>
              <w:ind w:left="273" w:hanging="177"/>
              <w:rPr>
                <w:rFonts w:ascii="Calibri" w:hAnsi="Calibri"/>
                <w:sz w:val="20"/>
                <w:szCs w:val="20"/>
              </w:rPr>
            </w:pPr>
          </w:p>
        </w:tc>
      </w:tr>
      <w:tr w:rsidR="004D4A33" w:rsidRPr="004D4A33" w:rsidTr="004D4A33">
        <w:trPr>
          <w:cantSplit/>
          <w:trHeight w:val="1134"/>
        </w:trPr>
        <w:tc>
          <w:tcPr>
            <w:tcW w:w="0" w:type="auto"/>
            <w:textDirection w:val="btLr"/>
          </w:tcPr>
          <w:p w:rsidR="004D4A33" w:rsidRPr="004D4A33" w:rsidRDefault="004D4A33" w:rsidP="004D4A33">
            <w:pPr>
              <w:ind w:left="113" w:right="113"/>
              <w:rPr>
                <w:i/>
                <w:sz w:val="20"/>
                <w:szCs w:val="20"/>
              </w:rPr>
            </w:pPr>
            <w:r w:rsidRPr="004D4A33">
              <w:rPr>
                <w:i/>
                <w:sz w:val="20"/>
                <w:szCs w:val="20"/>
              </w:rPr>
              <w:t>Content/Organization</w:t>
            </w:r>
          </w:p>
        </w:tc>
        <w:tc>
          <w:tcPr>
            <w:tcW w:w="0" w:type="auto"/>
          </w:tcPr>
          <w:p w:rsidR="004D4A33" w:rsidRPr="004D4A33" w:rsidRDefault="004D4A33" w:rsidP="004D4A33">
            <w:pPr>
              <w:pStyle w:val="ListParagraph"/>
              <w:numPr>
                <w:ilvl w:val="0"/>
                <w:numId w:val="3"/>
              </w:numPr>
              <w:ind w:left="273" w:hanging="177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D4A33">
              <w:rPr>
                <w:rFonts w:ascii="Calibri" w:eastAsia="Times New Roman" w:hAnsi="Calibri" w:cs="Times New Roman"/>
                <w:sz w:val="20"/>
                <w:szCs w:val="20"/>
              </w:rPr>
              <w:t>Demonstrates full knowledge by answering all class questions with explanations and elaboration</w:t>
            </w:r>
          </w:p>
          <w:p w:rsidR="004D4A33" w:rsidRPr="004D4A33" w:rsidRDefault="004D4A33" w:rsidP="004D4A33">
            <w:pPr>
              <w:pStyle w:val="ListParagraph"/>
              <w:numPr>
                <w:ilvl w:val="0"/>
                <w:numId w:val="3"/>
              </w:numPr>
              <w:ind w:left="273" w:hanging="177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D4A33">
              <w:rPr>
                <w:rFonts w:ascii="Calibri" w:eastAsia="Times New Roman" w:hAnsi="Calibri" w:cs="Times New Roman"/>
                <w:sz w:val="20"/>
                <w:szCs w:val="20"/>
              </w:rPr>
              <w:t>Provides clear purpose and subject; pertinent examples, facts, and/or statistics; supports conclusions/ideas with evidence</w:t>
            </w:r>
          </w:p>
          <w:p w:rsidR="004D4A33" w:rsidRPr="004D4A33" w:rsidRDefault="004D4A33" w:rsidP="004D4A33">
            <w:pPr>
              <w:ind w:left="273" w:hanging="177"/>
              <w:rPr>
                <w:rFonts w:ascii="Calibri" w:hAnsi="Calibri"/>
                <w:sz w:val="20"/>
                <w:szCs w:val="20"/>
              </w:rPr>
            </w:pPr>
          </w:p>
          <w:p w:rsidR="004D4A33" w:rsidRPr="004D4A33" w:rsidRDefault="004D4A33" w:rsidP="004D4A33">
            <w:pPr>
              <w:ind w:left="273" w:hanging="177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</w:tcPr>
          <w:p w:rsidR="004D4A33" w:rsidRPr="004D4A33" w:rsidRDefault="004D4A33" w:rsidP="004D4A33">
            <w:pPr>
              <w:pStyle w:val="ListParagraph"/>
              <w:numPr>
                <w:ilvl w:val="0"/>
                <w:numId w:val="3"/>
              </w:numPr>
              <w:ind w:left="273" w:hanging="177"/>
              <w:rPr>
                <w:rFonts w:ascii="Calibri" w:hAnsi="Calibri"/>
                <w:sz w:val="20"/>
                <w:szCs w:val="20"/>
              </w:rPr>
            </w:pPr>
            <w:r w:rsidRPr="004D4A33">
              <w:rPr>
                <w:rFonts w:ascii="Calibri" w:eastAsia="Times New Roman" w:hAnsi="Calibri" w:cs="Times New Roman"/>
                <w:sz w:val="20"/>
                <w:szCs w:val="20"/>
              </w:rPr>
              <w:t>Is at ease with expected answers to all questions, without elaboration</w:t>
            </w:r>
          </w:p>
          <w:p w:rsidR="004D4A33" w:rsidRPr="004D4A33" w:rsidRDefault="004D4A33" w:rsidP="004D4A33">
            <w:pPr>
              <w:pStyle w:val="ListParagraph"/>
              <w:numPr>
                <w:ilvl w:val="0"/>
                <w:numId w:val="3"/>
              </w:numPr>
              <w:ind w:left="273" w:hanging="177"/>
              <w:rPr>
                <w:rFonts w:ascii="Calibri" w:hAnsi="Calibri"/>
                <w:sz w:val="20"/>
                <w:szCs w:val="20"/>
              </w:rPr>
            </w:pPr>
            <w:r w:rsidRPr="004D4A33">
              <w:rPr>
                <w:rFonts w:ascii="Calibri" w:eastAsia="Times New Roman" w:hAnsi="Calibri" w:cs="Times New Roman"/>
                <w:sz w:val="20"/>
                <w:szCs w:val="20"/>
              </w:rPr>
              <w:t>Has somewhat clear purpose and subject; some examples, facts, and/or statistics that support the subject; includes some data or evidence that supports conclusions</w:t>
            </w:r>
          </w:p>
        </w:tc>
        <w:tc>
          <w:tcPr>
            <w:tcW w:w="0" w:type="auto"/>
          </w:tcPr>
          <w:p w:rsidR="004D4A33" w:rsidRPr="004D4A33" w:rsidRDefault="004D4A33" w:rsidP="004D4A33">
            <w:pPr>
              <w:pStyle w:val="ListParagraph"/>
              <w:numPr>
                <w:ilvl w:val="0"/>
                <w:numId w:val="3"/>
              </w:numPr>
              <w:ind w:left="273" w:hanging="177"/>
              <w:rPr>
                <w:rFonts w:ascii="Calibri" w:hAnsi="Calibri"/>
                <w:sz w:val="20"/>
                <w:szCs w:val="20"/>
              </w:rPr>
            </w:pPr>
            <w:r w:rsidRPr="004D4A33">
              <w:rPr>
                <w:rFonts w:ascii="Calibri" w:eastAsia="Times New Roman" w:hAnsi="Calibri" w:cs="Times New Roman"/>
                <w:sz w:val="20"/>
                <w:szCs w:val="20"/>
              </w:rPr>
              <w:t>Is uncomfortable with information and is able to answer only rudimentary questions</w:t>
            </w:r>
          </w:p>
          <w:p w:rsidR="004D4A33" w:rsidRPr="004D4A33" w:rsidRDefault="004D4A33" w:rsidP="004D4A33">
            <w:pPr>
              <w:pStyle w:val="ListParagraph"/>
              <w:numPr>
                <w:ilvl w:val="0"/>
                <w:numId w:val="3"/>
              </w:numPr>
              <w:ind w:left="273" w:hanging="177"/>
              <w:rPr>
                <w:rFonts w:ascii="Calibri" w:hAnsi="Calibri"/>
                <w:sz w:val="20"/>
                <w:szCs w:val="20"/>
              </w:rPr>
            </w:pPr>
            <w:r w:rsidRPr="004D4A33">
              <w:rPr>
                <w:rFonts w:ascii="Calibri" w:eastAsia="Times New Roman" w:hAnsi="Calibri" w:cs="Times New Roman"/>
                <w:sz w:val="20"/>
                <w:szCs w:val="20"/>
              </w:rPr>
              <w:t>Attempts to define purpose and subject; provides weak examples, facts, and/ or statistics, which do not adequately support the subject; includes very thin data or evidence</w:t>
            </w:r>
          </w:p>
        </w:tc>
        <w:tc>
          <w:tcPr>
            <w:tcW w:w="0" w:type="auto"/>
          </w:tcPr>
          <w:p w:rsidR="004D4A33" w:rsidRPr="004D4A33" w:rsidRDefault="004D4A33" w:rsidP="004D4A33">
            <w:pPr>
              <w:pStyle w:val="ListParagraph"/>
              <w:numPr>
                <w:ilvl w:val="0"/>
                <w:numId w:val="3"/>
              </w:numPr>
              <w:ind w:left="273" w:hanging="177"/>
              <w:rPr>
                <w:rFonts w:ascii="Calibri" w:hAnsi="Calibri"/>
                <w:sz w:val="20"/>
                <w:szCs w:val="20"/>
              </w:rPr>
            </w:pPr>
            <w:r w:rsidRPr="004D4A33">
              <w:rPr>
                <w:rFonts w:ascii="Calibri" w:eastAsia="Times New Roman" w:hAnsi="Calibri" w:cs="Times New Roman"/>
                <w:sz w:val="20"/>
                <w:szCs w:val="20"/>
              </w:rPr>
              <w:t>Does not have grasp of information and cannot answer questions about subject</w:t>
            </w:r>
          </w:p>
          <w:p w:rsidR="004D4A33" w:rsidRPr="004D4A33" w:rsidRDefault="004D4A33" w:rsidP="004D4A33">
            <w:pPr>
              <w:pStyle w:val="ListParagraph"/>
              <w:numPr>
                <w:ilvl w:val="0"/>
                <w:numId w:val="3"/>
              </w:numPr>
              <w:ind w:left="273" w:hanging="177"/>
              <w:rPr>
                <w:rFonts w:ascii="Calibri" w:hAnsi="Calibri"/>
                <w:sz w:val="20"/>
                <w:szCs w:val="20"/>
              </w:rPr>
            </w:pPr>
            <w:r w:rsidRPr="004D4A33">
              <w:rPr>
                <w:rFonts w:ascii="Calibri" w:eastAsia="Times New Roman" w:hAnsi="Calibri" w:cs="Times New Roman"/>
                <w:sz w:val="20"/>
                <w:szCs w:val="20"/>
              </w:rPr>
              <w:t>Does not clearly define subject and purpose; provides weak or no support of subject; gives insufficient support for ideas or conclusions</w:t>
            </w:r>
          </w:p>
        </w:tc>
      </w:tr>
      <w:tr w:rsidR="004D4A33" w:rsidRPr="004D4A33" w:rsidTr="004D4A33">
        <w:trPr>
          <w:cantSplit/>
          <w:trHeight w:val="1134"/>
        </w:trPr>
        <w:tc>
          <w:tcPr>
            <w:tcW w:w="0" w:type="auto"/>
            <w:textDirection w:val="btLr"/>
          </w:tcPr>
          <w:p w:rsidR="004D4A33" w:rsidRPr="004D4A33" w:rsidRDefault="004D4A33" w:rsidP="004D4A33">
            <w:pPr>
              <w:ind w:left="113" w:right="113"/>
              <w:rPr>
                <w:i/>
                <w:sz w:val="20"/>
                <w:szCs w:val="20"/>
              </w:rPr>
            </w:pPr>
            <w:r w:rsidRPr="004D4A33">
              <w:rPr>
                <w:i/>
                <w:sz w:val="20"/>
                <w:szCs w:val="20"/>
              </w:rPr>
              <w:t>Enthusiasm/Audience Awareness</w:t>
            </w:r>
          </w:p>
        </w:tc>
        <w:tc>
          <w:tcPr>
            <w:tcW w:w="0" w:type="auto"/>
          </w:tcPr>
          <w:p w:rsidR="004D4A33" w:rsidRPr="004D4A33" w:rsidRDefault="004D4A33" w:rsidP="004D4A33">
            <w:pPr>
              <w:pStyle w:val="ListParagraph"/>
              <w:numPr>
                <w:ilvl w:val="0"/>
                <w:numId w:val="3"/>
              </w:numPr>
              <w:ind w:left="273" w:hanging="177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D4A33">
              <w:rPr>
                <w:rFonts w:ascii="Calibri" w:eastAsia="Times New Roman" w:hAnsi="Calibri" w:cs="Times New Roman"/>
                <w:sz w:val="20"/>
                <w:szCs w:val="20"/>
              </w:rPr>
              <w:t xml:space="preserve">Demonstrates strong enthusiasm about topic during entire presentation </w:t>
            </w:r>
          </w:p>
          <w:p w:rsidR="004D4A33" w:rsidRPr="004D4A33" w:rsidRDefault="004D4A33" w:rsidP="004D4A33">
            <w:pPr>
              <w:pStyle w:val="ListParagraph"/>
              <w:numPr>
                <w:ilvl w:val="0"/>
                <w:numId w:val="3"/>
              </w:numPr>
              <w:ind w:left="273" w:hanging="177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D4A33">
              <w:rPr>
                <w:rFonts w:ascii="Calibri" w:eastAsia="Times New Roman" w:hAnsi="Calibri" w:cs="Times New Roman"/>
                <w:sz w:val="20"/>
                <w:szCs w:val="20"/>
              </w:rPr>
              <w:t>Significantly increases audience understanding and knowledge of topic; convinces an audience to recognize the validity and importance of the subject</w:t>
            </w:r>
          </w:p>
          <w:p w:rsidR="004D4A33" w:rsidRPr="004D4A33" w:rsidRDefault="004D4A33" w:rsidP="004D4A33">
            <w:pPr>
              <w:ind w:left="273" w:hanging="177"/>
              <w:rPr>
                <w:rFonts w:ascii="Calibri" w:hAnsi="Calibri"/>
                <w:sz w:val="20"/>
                <w:szCs w:val="20"/>
              </w:rPr>
            </w:pPr>
          </w:p>
          <w:p w:rsidR="004D4A33" w:rsidRPr="004D4A33" w:rsidRDefault="004D4A33" w:rsidP="004D4A33">
            <w:pPr>
              <w:ind w:left="273" w:hanging="177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</w:tcPr>
          <w:p w:rsidR="004D4A33" w:rsidRPr="004D4A33" w:rsidRDefault="004D4A33" w:rsidP="004D4A33">
            <w:pPr>
              <w:pStyle w:val="ListParagraph"/>
              <w:numPr>
                <w:ilvl w:val="0"/>
                <w:numId w:val="3"/>
              </w:numPr>
              <w:ind w:left="273" w:hanging="177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D4A33">
              <w:rPr>
                <w:rFonts w:ascii="Calibri" w:eastAsia="Times New Roman" w:hAnsi="Calibri" w:cs="Times New Roman"/>
                <w:sz w:val="20"/>
                <w:szCs w:val="20"/>
              </w:rPr>
              <w:t xml:space="preserve">Shows some enthusiastic feelings about topic </w:t>
            </w:r>
          </w:p>
          <w:p w:rsidR="004D4A33" w:rsidRPr="004D4A33" w:rsidRDefault="004D4A33" w:rsidP="004D4A33">
            <w:pPr>
              <w:pStyle w:val="ListParagraph"/>
              <w:numPr>
                <w:ilvl w:val="0"/>
                <w:numId w:val="3"/>
              </w:numPr>
              <w:ind w:left="273" w:hanging="177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D4A33">
              <w:rPr>
                <w:rFonts w:ascii="Calibri" w:eastAsia="Times New Roman" w:hAnsi="Calibri" w:cs="Times New Roman"/>
                <w:sz w:val="20"/>
                <w:szCs w:val="20"/>
              </w:rPr>
              <w:t>Raises audience understanding and awareness of most points</w:t>
            </w:r>
          </w:p>
          <w:p w:rsidR="004D4A33" w:rsidRPr="004D4A33" w:rsidRDefault="004D4A33" w:rsidP="004D4A33">
            <w:pPr>
              <w:ind w:left="273" w:hanging="177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</w:tcPr>
          <w:p w:rsidR="004D4A33" w:rsidRPr="004D4A33" w:rsidRDefault="004D4A33" w:rsidP="004D4A33">
            <w:pPr>
              <w:pStyle w:val="ListParagraph"/>
              <w:numPr>
                <w:ilvl w:val="0"/>
                <w:numId w:val="3"/>
              </w:numPr>
              <w:ind w:left="273" w:hanging="177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D4A33">
              <w:rPr>
                <w:rFonts w:ascii="Calibri" w:eastAsia="Times New Roman" w:hAnsi="Calibri" w:cs="Times New Roman"/>
                <w:sz w:val="20"/>
                <w:szCs w:val="20"/>
              </w:rPr>
              <w:t>Shows little or mixed feelings about the topic being presented</w:t>
            </w:r>
          </w:p>
          <w:p w:rsidR="004D4A33" w:rsidRPr="004D4A33" w:rsidRDefault="004D4A33" w:rsidP="004D4A33">
            <w:pPr>
              <w:pStyle w:val="ListParagraph"/>
              <w:numPr>
                <w:ilvl w:val="0"/>
                <w:numId w:val="3"/>
              </w:numPr>
              <w:ind w:left="273" w:hanging="177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D4A33">
              <w:rPr>
                <w:rFonts w:ascii="Calibri" w:eastAsia="Times New Roman" w:hAnsi="Calibri" w:cs="Times New Roman"/>
                <w:sz w:val="20"/>
                <w:szCs w:val="20"/>
              </w:rPr>
              <w:t>Raises audience understanding and knowledge of some points</w:t>
            </w:r>
          </w:p>
          <w:p w:rsidR="004D4A33" w:rsidRPr="004D4A33" w:rsidRDefault="004D4A33" w:rsidP="004D4A33">
            <w:pPr>
              <w:ind w:left="273" w:hanging="177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</w:tcPr>
          <w:p w:rsidR="004D4A33" w:rsidRPr="004D4A33" w:rsidRDefault="004D4A33" w:rsidP="004D4A33">
            <w:pPr>
              <w:pStyle w:val="ListParagraph"/>
              <w:numPr>
                <w:ilvl w:val="0"/>
                <w:numId w:val="3"/>
              </w:numPr>
              <w:ind w:left="273" w:hanging="177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D4A33">
              <w:rPr>
                <w:rFonts w:ascii="Calibri" w:eastAsia="Times New Roman" w:hAnsi="Calibri" w:cs="Times New Roman"/>
                <w:sz w:val="20"/>
                <w:szCs w:val="20"/>
              </w:rPr>
              <w:t>Shows no interest in topic presented</w:t>
            </w:r>
          </w:p>
          <w:p w:rsidR="004D4A33" w:rsidRPr="004D4A33" w:rsidRDefault="004D4A33" w:rsidP="004D4A33">
            <w:pPr>
              <w:pStyle w:val="ListParagraph"/>
              <w:numPr>
                <w:ilvl w:val="0"/>
                <w:numId w:val="3"/>
              </w:numPr>
              <w:ind w:left="273" w:hanging="177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D4A33">
              <w:rPr>
                <w:rFonts w:ascii="Calibri" w:eastAsia="Times New Roman" w:hAnsi="Calibri" w:cs="Times New Roman"/>
                <w:sz w:val="20"/>
                <w:szCs w:val="20"/>
              </w:rPr>
              <w:t>Fails to increase audience understanding of knowledge of topic</w:t>
            </w:r>
          </w:p>
          <w:p w:rsidR="004D4A33" w:rsidRPr="004D4A33" w:rsidRDefault="004D4A33" w:rsidP="004D4A33">
            <w:pPr>
              <w:ind w:left="273" w:hanging="177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4D4A33" w:rsidRDefault="004D4A33" w:rsidP="004D4A33">
      <w:pPr>
        <w:spacing w:line="360" w:lineRule="auto"/>
      </w:pPr>
    </w:p>
    <w:sectPr w:rsidR="004D4A33" w:rsidSect="00411592">
      <w:pgSz w:w="12240" w:h="15840"/>
      <w:pgMar w:top="72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870EC6"/>
    <w:multiLevelType w:val="hybridMultilevel"/>
    <w:tmpl w:val="DD4A07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420BA7"/>
    <w:multiLevelType w:val="hybridMultilevel"/>
    <w:tmpl w:val="D1B0C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835A79"/>
    <w:multiLevelType w:val="hybridMultilevel"/>
    <w:tmpl w:val="5534F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608CC2">
      <w:start w:val="2"/>
      <w:numFmt w:val="bullet"/>
      <w:lvlText w:val="•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9449B8"/>
    <w:multiLevelType w:val="hybridMultilevel"/>
    <w:tmpl w:val="D62E5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F7B"/>
    <w:rsid w:val="00080F7B"/>
    <w:rsid w:val="000F12BF"/>
    <w:rsid w:val="00411592"/>
    <w:rsid w:val="004D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85813D"/>
  <w14:defaultImageDpi w14:val="32767"/>
  <w15:chartTrackingRefBased/>
  <w15:docId w15:val="{88388083-A783-5646-B093-2254211D1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0F7B"/>
    <w:pPr>
      <w:ind w:left="720"/>
      <w:contextualSpacing/>
    </w:pPr>
  </w:style>
  <w:style w:type="table" w:styleId="TableGrid">
    <w:name w:val="Table Grid"/>
    <w:basedOn w:val="TableNormal"/>
    <w:uiPriority w:val="39"/>
    <w:rsid w:val="004D4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Group%20Containers/UBF8T346G9.Office/User%20Content.localized/Templates.localized/Teach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Teacher.dotx</Template>
  <TotalTime>9</TotalTime>
  <Pages>3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1</cp:revision>
  <dcterms:created xsi:type="dcterms:W3CDTF">2018-02-25T23:55:00Z</dcterms:created>
  <dcterms:modified xsi:type="dcterms:W3CDTF">2018-02-26T00:15:00Z</dcterms:modified>
</cp:coreProperties>
</file>